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E4ED5" w14:textId="77777777" w:rsidR="003F3B5A" w:rsidRPr="003F3B5A" w:rsidRDefault="003F3B5A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A2E4ED6" w14:textId="74B49509" w:rsidR="00A155FD" w:rsidRDefault="00A155FD" w:rsidP="70092194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70092194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FF6E96" w:rsidRPr="70092194">
        <w:rPr>
          <w:rFonts w:ascii="Garamond" w:hAnsi="Garamond"/>
          <w:i/>
          <w:iCs/>
          <w:sz w:val="24"/>
          <w:szCs w:val="24"/>
        </w:rPr>
        <w:t>-</w:t>
      </w:r>
      <w:r w:rsidR="003E3817" w:rsidRPr="70092194">
        <w:rPr>
          <w:rFonts w:ascii="Garamond" w:hAnsi="Garamond"/>
          <w:i/>
          <w:iCs/>
          <w:sz w:val="24"/>
          <w:szCs w:val="24"/>
        </w:rPr>
        <w:t xml:space="preserve"> Bilag</w:t>
      </w:r>
    </w:p>
    <w:p w14:paraId="4A2E4ED7" w14:textId="7175EB99" w:rsidR="003E3817" w:rsidRPr="003E3817" w:rsidRDefault="00A83FBA" w:rsidP="00224EF1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Lotterier</w:t>
      </w:r>
    </w:p>
    <w:p w14:paraId="4A2E4ED8" w14:textId="44F092F9" w:rsidR="003E3817" w:rsidRPr="003E3817" w:rsidRDefault="003E3817" w:rsidP="00224EF1">
      <w:pPr>
        <w:jc w:val="right"/>
        <w:rPr>
          <w:rFonts w:ascii="Garamond" w:hAnsi="Garamond"/>
          <w:b/>
          <w:sz w:val="20"/>
          <w:szCs w:val="20"/>
        </w:rPr>
      </w:pPr>
      <w:r w:rsidRPr="003E3817">
        <w:rPr>
          <w:rFonts w:ascii="Garamond" w:hAnsi="Garamond"/>
          <w:b/>
          <w:sz w:val="20"/>
          <w:szCs w:val="20"/>
        </w:rPr>
        <w:t>Teststandarder - SCP.01.0</w:t>
      </w:r>
      <w:r w:rsidR="00A83FBA">
        <w:rPr>
          <w:rFonts w:ascii="Garamond" w:hAnsi="Garamond"/>
          <w:b/>
          <w:sz w:val="20"/>
          <w:szCs w:val="20"/>
        </w:rPr>
        <w:t>6</w:t>
      </w:r>
      <w:r w:rsidRPr="003E3817">
        <w:rPr>
          <w:rFonts w:ascii="Garamond" w:hAnsi="Garamond"/>
          <w:b/>
          <w:sz w:val="20"/>
          <w:szCs w:val="20"/>
        </w:rPr>
        <w:t>.DK</w:t>
      </w:r>
    </w:p>
    <w:p w14:paraId="4A2E4ED9" w14:textId="77777777" w:rsidR="003F3B5A" w:rsidRDefault="003F3B5A" w:rsidP="003E381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4A2E4EDA" w14:textId="77777777" w:rsidR="003E3817" w:rsidRPr="003F3B5A" w:rsidRDefault="003E3817" w:rsidP="003E381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4A2E4EDB" w14:textId="73C6C4D2" w:rsidR="003F3B5A" w:rsidRPr="003F3B5A" w:rsidRDefault="00224EF1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="003F3B5A" w:rsidRPr="003F3B5A">
        <w:rPr>
          <w:rFonts w:ascii="Garamond" w:hAnsi="Garamond"/>
          <w:sz w:val="24"/>
          <w:szCs w:val="24"/>
        </w:rPr>
        <w:t>tandardrapport til teststa</w:t>
      </w:r>
      <w:r w:rsidR="00EE1FF9">
        <w:rPr>
          <w:rFonts w:ascii="Garamond" w:hAnsi="Garamond"/>
          <w:sz w:val="24"/>
          <w:szCs w:val="24"/>
        </w:rPr>
        <w:t xml:space="preserve">ndarder for </w:t>
      </w:r>
      <w:r w:rsidR="00A83FBA">
        <w:rPr>
          <w:rFonts w:ascii="Garamond" w:hAnsi="Garamond"/>
          <w:sz w:val="24"/>
          <w:szCs w:val="24"/>
        </w:rPr>
        <w:t>lotterier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4A2E4EDF" w14:textId="77777777" w:rsidTr="004C1189">
        <w:tc>
          <w:tcPr>
            <w:tcW w:w="1134" w:type="dxa"/>
          </w:tcPr>
          <w:p w14:paraId="4A2E4E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4A2E4E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4A2E4E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4A2E4EE4" w14:textId="77777777" w:rsidTr="004C1189">
        <w:tc>
          <w:tcPr>
            <w:tcW w:w="1134" w:type="dxa"/>
          </w:tcPr>
          <w:p w14:paraId="4A2E4E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E9" w14:textId="77777777" w:rsidTr="004C1189">
        <w:tc>
          <w:tcPr>
            <w:tcW w:w="1134" w:type="dxa"/>
          </w:tcPr>
          <w:p w14:paraId="4A2E4E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EE" w14:textId="77777777" w:rsidTr="004C1189">
        <w:tc>
          <w:tcPr>
            <w:tcW w:w="1134" w:type="dxa"/>
          </w:tcPr>
          <w:p w14:paraId="4A2E4E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3" w14:textId="77777777" w:rsidTr="004C1189">
        <w:tc>
          <w:tcPr>
            <w:tcW w:w="1134" w:type="dxa"/>
          </w:tcPr>
          <w:p w14:paraId="4A2E4E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8" w14:textId="77777777" w:rsidTr="004C1189">
        <w:tc>
          <w:tcPr>
            <w:tcW w:w="1134" w:type="dxa"/>
          </w:tcPr>
          <w:p w14:paraId="4A2E4E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EFD" w14:textId="77777777" w:rsidTr="004C1189">
        <w:tc>
          <w:tcPr>
            <w:tcW w:w="1134" w:type="dxa"/>
          </w:tcPr>
          <w:p w14:paraId="4A2E4E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E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E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2" w14:textId="77777777" w:rsidTr="004C1189">
        <w:tc>
          <w:tcPr>
            <w:tcW w:w="1134" w:type="dxa"/>
          </w:tcPr>
          <w:p w14:paraId="4A2E4E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E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7" w14:textId="77777777" w:rsidTr="004C1189">
        <w:tc>
          <w:tcPr>
            <w:tcW w:w="1134" w:type="dxa"/>
          </w:tcPr>
          <w:p w14:paraId="4A2E4F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0D" w14:textId="77777777" w:rsidTr="004C1189">
        <w:tc>
          <w:tcPr>
            <w:tcW w:w="1134" w:type="dxa"/>
          </w:tcPr>
          <w:p w14:paraId="4A2E4F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0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2" w14:textId="77777777" w:rsidTr="004C1189">
        <w:tc>
          <w:tcPr>
            <w:tcW w:w="1134" w:type="dxa"/>
          </w:tcPr>
          <w:p w14:paraId="4A2E4F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0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7" w14:textId="77777777" w:rsidTr="004C1189">
        <w:tc>
          <w:tcPr>
            <w:tcW w:w="1134" w:type="dxa"/>
          </w:tcPr>
          <w:p w14:paraId="4A2E4F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1C" w14:textId="77777777" w:rsidTr="004C1189">
        <w:tc>
          <w:tcPr>
            <w:tcW w:w="1134" w:type="dxa"/>
          </w:tcPr>
          <w:p w14:paraId="4A2E4F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1" w14:textId="77777777" w:rsidTr="004C1189">
        <w:tc>
          <w:tcPr>
            <w:tcW w:w="1134" w:type="dxa"/>
          </w:tcPr>
          <w:p w14:paraId="4A2E4F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1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6" w14:textId="77777777" w:rsidTr="004C1189">
        <w:tc>
          <w:tcPr>
            <w:tcW w:w="1134" w:type="dxa"/>
          </w:tcPr>
          <w:p w14:paraId="4A2E4F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2B" w14:textId="77777777" w:rsidTr="004C1189">
        <w:tc>
          <w:tcPr>
            <w:tcW w:w="1134" w:type="dxa"/>
          </w:tcPr>
          <w:p w14:paraId="4A2E4F2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A2E4F30" w14:textId="77777777" w:rsidTr="004C1189">
        <w:tc>
          <w:tcPr>
            <w:tcW w:w="1134" w:type="dxa"/>
          </w:tcPr>
          <w:p w14:paraId="4A2E4F2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A2E4F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2E4F2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A2E4F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EE238D8" w14:textId="77777777" w:rsidR="002F01D8" w:rsidRDefault="002F01D8" w:rsidP="007D1B65">
      <w:pPr>
        <w:spacing w:after="0" w:line="280" w:lineRule="atLeast"/>
        <w:rPr>
          <w:rFonts w:ascii="Garamond" w:hAnsi="Garamond"/>
        </w:rPr>
        <w:sectPr w:rsidR="002F01D8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65C967D6" w14:textId="41F37F91" w:rsidR="00B3321F" w:rsidRPr="00F7676E" w:rsidRDefault="00D30F9E" w:rsidP="002F01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lastRenderedPageBreak/>
        <w:t xml:space="preserve">En liste over </w:t>
      </w:r>
      <w:r w:rsidRPr="001F2ED7">
        <w:rPr>
          <w:rFonts w:ascii="Times New Roman" w:eastAsia="Times New Roman" w:hAnsi="Times New Roman"/>
          <w:b/>
          <w:bCs/>
          <w:sz w:val="24"/>
          <w:szCs w:val="24"/>
          <w:lang w:eastAsia="da-DK"/>
        </w:rPr>
        <w:t>samtlige</w:t>
      </w: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 spil, som test- og inspektionsstandarder </w:t>
      </w:r>
      <w:r w:rsidR="00EB3CDA"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dækker over skal udarbejdes i skemaet herunder. </w:t>
      </w:r>
      <w:r w:rsidR="005E031D"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Hvis listen er identisk for både test- og inspektionsstandarder, og disse er udført samtidig, er det tilstrækkelig at udarbejde én liste. </w:t>
      </w:r>
    </w:p>
    <w:p w14:paraId="50440BE3" w14:textId="77777777" w:rsidR="005E031D" w:rsidRPr="00F7676E" w:rsidRDefault="005E031D" w:rsidP="002F01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</w:pPr>
    </w:p>
    <w:p w14:paraId="5EAF37C5" w14:textId="24A6BD25" w:rsidR="002F01D8" w:rsidRPr="00F7676E" w:rsidRDefault="005E031D" w:rsidP="002F01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  <w:t>Listen skal indeholde nedenstående informationer:</w:t>
      </w:r>
    </w:p>
    <w:p w14:paraId="02FB7755" w14:textId="19724D6F" w:rsidR="002F01D8" w:rsidRPr="00F7676E" w:rsidRDefault="00AC483E" w:rsidP="002F01D8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spillet</w:t>
      </w:r>
    </w:p>
    <w:p w14:paraId="00B0FA55" w14:textId="3227BFE8" w:rsidR="002F01D8" w:rsidRPr="00F7676E" w:rsidRDefault="00A83FBA" w:rsidP="002F01D8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eastAsia="da-DK"/>
        </w:rPr>
        <w:t>Salgskanal</w:t>
      </w:r>
    </w:p>
    <w:p w14:paraId="208044E5" w14:textId="6A7C0210" w:rsidR="002F01D8" w:rsidRPr="00F7676E" w:rsidRDefault="00A94B2E" w:rsidP="002F01D8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leverandør</w:t>
      </w:r>
      <w:r w:rsidR="002F01D8" w:rsidRPr="00F7676E">
        <w:rPr>
          <w:rFonts w:ascii="Times New Roman" w:hAnsi="Times New Roman"/>
          <w:sz w:val="24"/>
          <w:szCs w:val="24"/>
          <w:lang w:eastAsia="da-DK"/>
        </w:rPr>
        <w:t>.</w:t>
      </w:r>
      <w:r w:rsidRPr="00F7676E">
        <w:rPr>
          <w:rFonts w:ascii="Times New Roman" w:hAnsi="Times New Roman"/>
          <w:sz w:val="24"/>
          <w:szCs w:val="24"/>
          <w:lang w:eastAsia="da-DK"/>
        </w:rPr>
        <w:t xml:space="preserve"> Hvis tilladelses</w:t>
      </w:r>
      <w:r w:rsidR="00A70A8A" w:rsidRPr="00F7676E">
        <w:rPr>
          <w:rFonts w:ascii="Times New Roman" w:hAnsi="Times New Roman"/>
          <w:sz w:val="24"/>
          <w:szCs w:val="24"/>
          <w:lang w:eastAsia="da-DK"/>
        </w:rPr>
        <w:t xml:space="preserve">indehaveren selv leverer spillet, </w:t>
      </w:r>
      <w:r w:rsidR="00392A1E">
        <w:rPr>
          <w:rFonts w:ascii="Times New Roman" w:hAnsi="Times New Roman"/>
          <w:sz w:val="24"/>
          <w:szCs w:val="24"/>
          <w:lang w:eastAsia="da-DK"/>
        </w:rPr>
        <w:t>noteres</w:t>
      </w:r>
      <w:r w:rsidR="00A70A8A" w:rsidRPr="00F7676E">
        <w:rPr>
          <w:rFonts w:ascii="Times New Roman" w:hAnsi="Times New Roman"/>
          <w:sz w:val="24"/>
          <w:szCs w:val="24"/>
          <w:lang w:eastAsia="da-DK"/>
        </w:rPr>
        <w:t xml:space="preserve"> tilladelsesindehaveren her.</w:t>
      </w:r>
    </w:p>
    <w:p w14:paraId="065D3825" w14:textId="77777777" w:rsidR="00F7676E" w:rsidRPr="00F7676E" w:rsidRDefault="006E1768" w:rsidP="002F01D8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Dato for seneste prøvning eller inspektion af spillet. Denne vil sandsynligvis afvige fra datoen for tilladelsesindehaverens årlige prøvning eller inspektion, hvis spillet leveres af tredjepart.</w:t>
      </w:r>
      <w:r w:rsidRPr="00F7676E">
        <w:rPr>
          <w:rStyle w:val="eop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19E5D2A3" w14:textId="77777777" w:rsidR="00F7676E" w:rsidRPr="00F7676E" w:rsidRDefault="00F7676E" w:rsidP="002F01D8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Henvisning til underliggende rapport for prøvning og inspektion af spillet, hvis spillet er prøvet og inspiceret på et andet tidspunkt end ved tilladelsesindehaverens årlige af test og inspektion.</w:t>
      </w:r>
    </w:p>
    <w:p w14:paraId="2A18B482" w14:textId="77777777" w:rsidR="00F7676E" w:rsidRPr="00F7676E" w:rsidRDefault="00F7676E" w:rsidP="00F7676E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Kommentarer</w:t>
      </w:r>
    </w:p>
    <w:p w14:paraId="1F1B306C" w14:textId="5D712914" w:rsidR="002F01D8" w:rsidRPr="001F2ED7" w:rsidRDefault="00F7676E" w:rsidP="00F7676E">
      <w:pPr>
        <w:rPr>
          <w:rFonts w:ascii="Times New Roman" w:hAnsi="Times New Roman"/>
          <w:b/>
          <w:bCs/>
          <w:sz w:val="24"/>
          <w:szCs w:val="24"/>
          <w:lang w:eastAsia="da-DK"/>
        </w:rPr>
      </w:pPr>
      <w:r w:rsidRPr="001F2ED7">
        <w:rPr>
          <w:rFonts w:ascii="Times New Roman" w:eastAsia="Times New Roman" w:hAnsi="Times New Roman"/>
          <w:b/>
          <w:bCs/>
          <w:sz w:val="24"/>
          <w:szCs w:val="24"/>
          <w:lang w:eastAsia="da-DK"/>
        </w:rPr>
        <w:t>Liste over samtlige spil, som test- og inspektionsstandarder dækker over:</w:t>
      </w:r>
    </w:p>
    <w:tbl>
      <w:tblPr>
        <w:tblW w:w="12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549"/>
        <w:gridCol w:w="1892"/>
        <w:gridCol w:w="1643"/>
        <w:gridCol w:w="1647"/>
        <w:gridCol w:w="2319"/>
        <w:gridCol w:w="3273"/>
      </w:tblGrid>
      <w:tr w:rsidR="00956E65" w14:paraId="5763D4AF" w14:textId="77777777" w:rsidTr="00956E65">
        <w:trPr>
          <w:trHeight w:val="133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711D580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0DC6F89C" w14:textId="39BBD7F4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Navn på spillet</w:t>
            </w:r>
            <w:r w:rsidRPr="001F2ED7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253C3A16" w14:textId="05B2E164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>
              <w:rPr>
                <w:rFonts w:eastAsia="Times New Roman" w:cs="Calibri"/>
                <w:b/>
                <w:bCs/>
                <w:lang w:eastAsia="da-DK"/>
              </w:rPr>
              <w:t>Salgskanal</w:t>
            </w:r>
            <w:r w:rsidRPr="001F2ED7">
              <w:rPr>
                <w:rFonts w:eastAsia="Times New Roman" w:cs="Calibri"/>
                <w:b/>
                <w:bCs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C2E345F" w14:textId="1D144392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1F2ED7">
              <w:rPr>
                <w:rFonts w:eastAsia="Times New Roman"/>
                <w:b/>
                <w:bCs/>
                <w:lang w:eastAsia="da-DK"/>
              </w:rPr>
              <w:t>Leverandør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239C0E0F" w14:textId="42339DBC" w:rsidR="00956E65" w:rsidRPr="001F2ED7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Dato for seneste certificering af spillet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34D41E5B" w14:textId="6550F603" w:rsidR="00956E65" w:rsidRPr="001F2ED7" w:rsidRDefault="00956E65" w:rsidP="09BEEE3D">
            <w:pPr>
              <w:spacing w:after="0" w:line="240" w:lineRule="auto"/>
              <w:textAlignment w:val="baseline"/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</w:pPr>
            <w:r w:rsidRPr="09BEEE3D"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  <w:t>Rapport referencenummer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89D58C8" w14:textId="687AFE85" w:rsidR="00956E65" w:rsidRPr="008D298B" w:rsidRDefault="00956E65" w:rsidP="09BEEE3D">
            <w:pPr>
              <w:spacing w:after="0" w:line="240" w:lineRule="auto"/>
              <w:textAlignment w:val="baseline"/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</w:pPr>
            <w:r w:rsidRPr="09BEEE3D">
              <w:rPr>
                <w:rFonts w:asciiTheme="minorHAnsi" w:eastAsiaTheme="minorEastAsia" w:hAnsiTheme="minorHAnsi" w:cstheme="minorBidi"/>
                <w:b/>
                <w:bCs/>
                <w:lang w:eastAsia="da-DK"/>
              </w:rPr>
              <w:t>Kommentarer</w:t>
            </w:r>
          </w:p>
        </w:tc>
      </w:tr>
      <w:tr w:rsidR="00956E65" w14:paraId="008D3D59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2BE32A3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D78EB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8B03A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93BD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1A13A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0D85E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295AC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45EC348D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5772EC3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9C7D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4F9C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DEE0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1D4B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A5DA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79C1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7FA088EE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11A8CFB4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34F500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A7B4D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5641E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7EA2F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FF12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12F07B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7625725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CB2020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4.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04B23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35C27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497DC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6AE68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1A9B7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AF69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CEFFD0F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02B5F5F2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5.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A8EDA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B2D880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C5E0D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500E7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7F46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8C37A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1863DE7F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0DCBE4D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6.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16F561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06BF2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3531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7B54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3264C4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50BCB3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5298CB00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A5B5BD8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7.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DF3FAB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9A408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F4637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987F8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2602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F6B6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3C86F63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4AB0A4C1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8.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D4D3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80D4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55AE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BCE62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6FDE1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D656A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2A90D4C4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5B65ED86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9.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60F3C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35DAB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116DF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B4062E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5DD2B4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90925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956E65" w14:paraId="7912A113" w14:textId="77777777" w:rsidTr="00956E65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 w:themeFill="accent6"/>
            <w:hideMark/>
          </w:tcPr>
          <w:p w14:paraId="113F34A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10.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D3AF2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345C2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65859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7846BD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3EBCF7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E436AF" w14:textId="77777777" w:rsidR="00956E65" w:rsidRDefault="00956E6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14:paraId="4A2E4F31" w14:textId="711A0943" w:rsidR="006B30A9" w:rsidRPr="003F3B5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3F3B5A" w:rsidSect="002F01D8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D041" w14:textId="77777777" w:rsidR="00F74DED" w:rsidRDefault="00F74DED" w:rsidP="009E4B94">
      <w:pPr>
        <w:spacing w:line="240" w:lineRule="auto"/>
      </w:pPr>
      <w:r>
        <w:separator/>
      </w:r>
    </w:p>
  </w:endnote>
  <w:endnote w:type="continuationSeparator" w:id="0">
    <w:p w14:paraId="0F82C98D" w14:textId="77777777" w:rsidR="00F74DED" w:rsidRDefault="00F74DE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4F36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2E4F39" wp14:editId="4A2E4F3A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E4F41" w14:textId="13033FD5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F7676E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E4F3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4A2E4F41" w14:textId="13033FD5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F7676E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A2E4F3B" wp14:editId="4A2E4F3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4F38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A2E4F3F" wp14:editId="4A2E4F4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9635B" w14:textId="77777777" w:rsidR="00F74DED" w:rsidRDefault="00F74DED" w:rsidP="009E4B94">
      <w:pPr>
        <w:spacing w:line="240" w:lineRule="auto"/>
      </w:pPr>
      <w:r>
        <w:separator/>
      </w:r>
    </w:p>
  </w:footnote>
  <w:footnote w:type="continuationSeparator" w:id="0">
    <w:p w14:paraId="6A940E19" w14:textId="77777777" w:rsidR="00F74DED" w:rsidRDefault="00F74DED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617520412">
    <w:abstractNumId w:val="12"/>
  </w:num>
  <w:num w:numId="2" w16cid:durableId="6100298">
    <w:abstractNumId w:val="7"/>
  </w:num>
  <w:num w:numId="3" w16cid:durableId="1718698997">
    <w:abstractNumId w:val="6"/>
  </w:num>
  <w:num w:numId="4" w16cid:durableId="1268924289">
    <w:abstractNumId w:val="5"/>
  </w:num>
  <w:num w:numId="5" w16cid:durableId="1182473645">
    <w:abstractNumId w:val="4"/>
  </w:num>
  <w:num w:numId="6" w16cid:durableId="1191988423">
    <w:abstractNumId w:val="11"/>
  </w:num>
  <w:num w:numId="7" w16cid:durableId="2063939290">
    <w:abstractNumId w:val="3"/>
  </w:num>
  <w:num w:numId="8" w16cid:durableId="1779988430">
    <w:abstractNumId w:val="2"/>
  </w:num>
  <w:num w:numId="9" w16cid:durableId="1943418865">
    <w:abstractNumId w:val="1"/>
  </w:num>
  <w:num w:numId="10" w16cid:durableId="475797862">
    <w:abstractNumId w:val="0"/>
  </w:num>
  <w:num w:numId="11" w16cid:durableId="1591305421">
    <w:abstractNumId w:val="8"/>
  </w:num>
  <w:num w:numId="12" w16cid:durableId="433594151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404764276">
    <w:abstractNumId w:val="9"/>
  </w:num>
  <w:num w:numId="14" w16cid:durableId="865369807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75E18"/>
    <w:rsid w:val="00182651"/>
    <w:rsid w:val="001918C2"/>
    <w:rsid w:val="001E79D1"/>
    <w:rsid w:val="001F2ED7"/>
    <w:rsid w:val="001F374B"/>
    <w:rsid w:val="00203DE6"/>
    <w:rsid w:val="00207BEC"/>
    <w:rsid w:val="00224EF1"/>
    <w:rsid w:val="0022582F"/>
    <w:rsid w:val="00233D73"/>
    <w:rsid w:val="00243527"/>
    <w:rsid w:val="00244D70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2F01D8"/>
    <w:rsid w:val="003075A8"/>
    <w:rsid w:val="00307D4D"/>
    <w:rsid w:val="00320F99"/>
    <w:rsid w:val="00324932"/>
    <w:rsid w:val="00351C70"/>
    <w:rsid w:val="0038267B"/>
    <w:rsid w:val="00392A1E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E031D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E1768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076C"/>
    <w:rsid w:val="007A1B96"/>
    <w:rsid w:val="007B0B94"/>
    <w:rsid w:val="007D1B65"/>
    <w:rsid w:val="007D581F"/>
    <w:rsid w:val="007E0E19"/>
    <w:rsid w:val="007E373C"/>
    <w:rsid w:val="007F5DDF"/>
    <w:rsid w:val="00824115"/>
    <w:rsid w:val="0085075D"/>
    <w:rsid w:val="008531FB"/>
    <w:rsid w:val="008662D3"/>
    <w:rsid w:val="00880CFC"/>
    <w:rsid w:val="00892D08"/>
    <w:rsid w:val="00893791"/>
    <w:rsid w:val="008D000A"/>
    <w:rsid w:val="008D2509"/>
    <w:rsid w:val="008D298B"/>
    <w:rsid w:val="008D31AB"/>
    <w:rsid w:val="008D5A02"/>
    <w:rsid w:val="008E2ECE"/>
    <w:rsid w:val="008E5A6D"/>
    <w:rsid w:val="008F32DF"/>
    <w:rsid w:val="008F4D20"/>
    <w:rsid w:val="00902C3D"/>
    <w:rsid w:val="00916099"/>
    <w:rsid w:val="0092171B"/>
    <w:rsid w:val="00947BA0"/>
    <w:rsid w:val="00951B25"/>
    <w:rsid w:val="00956E65"/>
    <w:rsid w:val="00983B74"/>
    <w:rsid w:val="00990263"/>
    <w:rsid w:val="009A2571"/>
    <w:rsid w:val="009A4CCC"/>
    <w:rsid w:val="009B2330"/>
    <w:rsid w:val="009E4B94"/>
    <w:rsid w:val="009F18F2"/>
    <w:rsid w:val="00A155FD"/>
    <w:rsid w:val="00A15A09"/>
    <w:rsid w:val="00A239DF"/>
    <w:rsid w:val="00A262CF"/>
    <w:rsid w:val="00A70A8A"/>
    <w:rsid w:val="00A72FE5"/>
    <w:rsid w:val="00A83FBA"/>
    <w:rsid w:val="00A94B2E"/>
    <w:rsid w:val="00AA6D18"/>
    <w:rsid w:val="00AA705E"/>
    <w:rsid w:val="00AB29A0"/>
    <w:rsid w:val="00AB3463"/>
    <w:rsid w:val="00AB3775"/>
    <w:rsid w:val="00AB5B85"/>
    <w:rsid w:val="00AC483E"/>
    <w:rsid w:val="00AD17DE"/>
    <w:rsid w:val="00AE1404"/>
    <w:rsid w:val="00AF1D02"/>
    <w:rsid w:val="00AF44AF"/>
    <w:rsid w:val="00B00D92"/>
    <w:rsid w:val="00B03E12"/>
    <w:rsid w:val="00B31CF7"/>
    <w:rsid w:val="00B3321F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404B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0F9E"/>
    <w:rsid w:val="00D3786F"/>
    <w:rsid w:val="00D66542"/>
    <w:rsid w:val="00D66E2C"/>
    <w:rsid w:val="00D96141"/>
    <w:rsid w:val="00DA3DFC"/>
    <w:rsid w:val="00DB31AF"/>
    <w:rsid w:val="00DB6E2D"/>
    <w:rsid w:val="00DB743D"/>
    <w:rsid w:val="00DC24BC"/>
    <w:rsid w:val="00DC2AB9"/>
    <w:rsid w:val="00DC38FB"/>
    <w:rsid w:val="00DD4A74"/>
    <w:rsid w:val="00DE2B28"/>
    <w:rsid w:val="00DF207D"/>
    <w:rsid w:val="00E05FF2"/>
    <w:rsid w:val="00E13E84"/>
    <w:rsid w:val="00E140E2"/>
    <w:rsid w:val="00E1438D"/>
    <w:rsid w:val="00E25729"/>
    <w:rsid w:val="00E26493"/>
    <w:rsid w:val="00E370C3"/>
    <w:rsid w:val="00E47932"/>
    <w:rsid w:val="00E66240"/>
    <w:rsid w:val="00E829E9"/>
    <w:rsid w:val="00EA7E20"/>
    <w:rsid w:val="00EB3CDA"/>
    <w:rsid w:val="00EB603A"/>
    <w:rsid w:val="00ED7096"/>
    <w:rsid w:val="00EE1FF9"/>
    <w:rsid w:val="00EE754E"/>
    <w:rsid w:val="00EF0F9B"/>
    <w:rsid w:val="00EF1DF1"/>
    <w:rsid w:val="00EF55B3"/>
    <w:rsid w:val="00EF7D08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74DED"/>
    <w:rsid w:val="00F7676E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00FF6E96"/>
    <w:rsid w:val="09BEEE3D"/>
    <w:rsid w:val="7009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E4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skrifttypeiafsnit"/>
    <w:rsid w:val="005E031D"/>
  </w:style>
  <w:style w:type="character" w:customStyle="1" w:styleId="eop">
    <w:name w:val="eop"/>
    <w:basedOn w:val="Standardskrifttypeiafsnit"/>
    <w:rsid w:val="006E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5" ma:contentTypeDescription="Opret et nyt dokument." ma:contentTypeScope="" ma:versionID="a0f56555fcd288ba79bbbcb7ccd7814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9f526f237f5cd4a599bc2f9f0a61968e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334BD-264C-43E6-B54F-506C79E87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66C095-BA98-426C-875A-3988BABD1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988E53-C026-4953-A75D-46C81902514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204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2023-10-17T09:44:00Z</dcterms:created>
  <dcterms:modified xsi:type="dcterms:W3CDTF">2023-10-17T09:45:00Z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129379ea-131f-407c-95fc-0518f0ed8896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75000</vt:r8>
  </property>
  <property fmtid="{D5CDD505-2E9C-101B-9397-08002B2CF9AE}" pid="11" name="c4580793a064430d83bbd30c718157a9">
    <vt:lpwstr/>
  </property>
</Properties>
</file>